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C99E3" w14:textId="77777777" w:rsidR="00FC28BB" w:rsidRPr="00DC60BF" w:rsidRDefault="00FC28BB" w:rsidP="00DA1F5E">
      <w:pPr>
        <w:pStyle w:val="letterbody"/>
        <w:jc w:val="left"/>
        <w:rPr>
          <w:rFonts w:ascii="Times" w:hAnsi="Times"/>
          <w:sz w:val="24"/>
          <w:szCs w:val="24"/>
        </w:rPr>
        <w:sectPr w:rsidR="00FC28BB" w:rsidRPr="00DC60BF">
          <w:headerReference w:type="even" r:id="rId7"/>
          <w:headerReference w:type="first" r:id="rId8"/>
          <w:footerReference w:type="first" r:id="rId9"/>
          <w:pgSz w:w="12240" w:h="15840"/>
          <w:pgMar w:top="1440" w:right="1080" w:bottom="1440" w:left="1627" w:header="720" w:footer="720" w:gutter="0"/>
          <w:cols w:space="720"/>
          <w:titlePg/>
        </w:sectPr>
      </w:pPr>
    </w:p>
    <w:p w14:paraId="76788462" w14:textId="77777777" w:rsidR="004C0FD6" w:rsidRPr="00DC60BF" w:rsidRDefault="004C0FD6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</w:p>
    <w:p w14:paraId="087BAB86" w14:textId="77777777" w:rsidR="004C0FD6" w:rsidRPr="00DC60BF" w:rsidRDefault="004C0FD6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</w:p>
    <w:p w14:paraId="0B6FFA57" w14:textId="64B02F97" w:rsidR="003B3A30" w:rsidRPr="00DC60BF" w:rsidRDefault="00132482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  <w:r w:rsidRPr="00DC60BF">
        <w:rPr>
          <w:rFonts w:ascii="Times New Roman" w:hAnsi="Times New Roman" w:cs="Times New Roman"/>
          <w:sz w:val="24"/>
          <w:szCs w:val="24"/>
        </w:rPr>
        <w:fldChar w:fldCharType="begin"/>
      </w:r>
      <w:r w:rsidRPr="00DC60BF">
        <w:rPr>
          <w:rFonts w:ascii="Times New Roman" w:hAnsi="Times New Roman" w:cs="Times New Roman"/>
          <w:sz w:val="24"/>
          <w:szCs w:val="24"/>
        </w:rPr>
        <w:instrText xml:space="preserve"> DATE \@ "M/d/yyyy" </w:instrText>
      </w:r>
      <w:r w:rsidRPr="00DC60BF">
        <w:rPr>
          <w:rFonts w:ascii="Times New Roman" w:hAnsi="Times New Roman" w:cs="Times New Roman"/>
          <w:sz w:val="24"/>
          <w:szCs w:val="24"/>
        </w:rPr>
        <w:fldChar w:fldCharType="separate"/>
      </w:r>
      <w:r w:rsidR="007538C6">
        <w:rPr>
          <w:rFonts w:ascii="Times New Roman" w:hAnsi="Times New Roman" w:cs="Times New Roman"/>
          <w:noProof/>
          <w:sz w:val="24"/>
          <w:szCs w:val="24"/>
        </w:rPr>
        <w:t>8/19/2018</w:t>
      </w:r>
      <w:r w:rsidRPr="00DC60B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E39A18" w14:textId="77777777" w:rsidR="00AA7CFE" w:rsidRPr="00DC60BF" w:rsidRDefault="00AA7CFE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</w:p>
    <w:p w14:paraId="739B7749" w14:textId="77777777" w:rsidR="003B3A30" w:rsidRPr="00DC60BF" w:rsidRDefault="00AB4663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  <w:r w:rsidRPr="00DC60BF">
        <w:rPr>
          <w:rFonts w:ascii="Times New Roman" w:hAnsi="Times New Roman" w:cs="Times New Roman"/>
          <w:sz w:val="24"/>
          <w:szCs w:val="24"/>
        </w:rPr>
        <w:t>University of Southern California</w:t>
      </w:r>
    </w:p>
    <w:p w14:paraId="2E3C334A" w14:textId="77777777" w:rsidR="003B3A30" w:rsidRPr="00DC60BF" w:rsidRDefault="00AB4663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DC60BF">
        <w:rPr>
          <w:rFonts w:ascii="Times New Roman" w:hAnsi="Times New Roman" w:cs="Times New Roman"/>
          <w:sz w:val="24"/>
          <w:szCs w:val="24"/>
        </w:rPr>
        <w:t>3737 Watt</w:t>
      </w:r>
      <w:proofErr w:type="gramEnd"/>
      <w:r w:rsidRPr="00DC60BF">
        <w:rPr>
          <w:rFonts w:ascii="Times New Roman" w:hAnsi="Times New Roman" w:cs="Times New Roman"/>
          <w:sz w:val="24"/>
          <w:szCs w:val="24"/>
        </w:rPr>
        <w:t xml:space="preserve"> Way</w:t>
      </w:r>
    </w:p>
    <w:p w14:paraId="56887CD1" w14:textId="77777777" w:rsidR="003B3A30" w:rsidRPr="00DC60BF" w:rsidRDefault="00AB4663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  <w:r w:rsidRPr="00DC60BF">
        <w:rPr>
          <w:rFonts w:ascii="Times New Roman" w:hAnsi="Times New Roman" w:cs="Times New Roman"/>
          <w:sz w:val="24"/>
          <w:szCs w:val="24"/>
        </w:rPr>
        <w:t>Los Angeles</w:t>
      </w:r>
      <w:r w:rsidR="003B3A30" w:rsidRPr="00DC60BF">
        <w:rPr>
          <w:rFonts w:ascii="Times New Roman" w:hAnsi="Times New Roman" w:cs="Times New Roman"/>
          <w:sz w:val="24"/>
          <w:szCs w:val="24"/>
        </w:rPr>
        <w:t xml:space="preserve">, </w:t>
      </w:r>
      <w:r w:rsidRPr="00DC60BF">
        <w:rPr>
          <w:rFonts w:ascii="Times New Roman" w:hAnsi="Times New Roman" w:cs="Times New Roman"/>
          <w:sz w:val="24"/>
          <w:szCs w:val="24"/>
        </w:rPr>
        <w:t>CA</w:t>
      </w:r>
      <w:r w:rsidR="003B3A30" w:rsidRPr="00DC60BF">
        <w:rPr>
          <w:rFonts w:ascii="Times New Roman" w:hAnsi="Times New Roman" w:cs="Times New Roman"/>
          <w:sz w:val="24"/>
          <w:szCs w:val="24"/>
        </w:rPr>
        <w:t xml:space="preserve">, </w:t>
      </w:r>
      <w:r w:rsidRPr="00DC60BF">
        <w:rPr>
          <w:rFonts w:ascii="Times New Roman" w:hAnsi="Times New Roman" w:cs="Times New Roman"/>
          <w:sz w:val="24"/>
          <w:szCs w:val="24"/>
        </w:rPr>
        <w:t>90089</w:t>
      </w:r>
    </w:p>
    <w:p w14:paraId="4D293D16" w14:textId="77777777" w:rsidR="003B3A30" w:rsidRPr="00DC60BF" w:rsidRDefault="003B3A30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</w:p>
    <w:p w14:paraId="421942B1" w14:textId="6E1406D7" w:rsidR="00CA633C" w:rsidRPr="00DC60BF" w:rsidRDefault="00CA633C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  <w:r w:rsidRPr="00DC60BF">
        <w:rPr>
          <w:rFonts w:ascii="Times New Roman" w:hAnsi="Times New Roman" w:cs="Times New Roman"/>
          <w:sz w:val="24"/>
          <w:szCs w:val="24"/>
        </w:rPr>
        <w:t xml:space="preserve">Editor of </w:t>
      </w:r>
      <w:r w:rsidR="00651DFD" w:rsidRPr="00DC60BF">
        <w:rPr>
          <w:rFonts w:ascii="Times New Roman" w:hAnsi="Times New Roman" w:cs="Times New Roman"/>
          <w:i/>
          <w:sz w:val="24"/>
          <w:szCs w:val="24"/>
        </w:rPr>
        <w:t>Journal of Visualized Experiments</w:t>
      </w:r>
    </w:p>
    <w:p w14:paraId="5E206800" w14:textId="77777777" w:rsidR="00CA633C" w:rsidRPr="00DC60BF" w:rsidRDefault="00CA633C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</w:p>
    <w:p w14:paraId="1C42B0D4" w14:textId="77777777" w:rsidR="00CA633C" w:rsidRPr="00DC60BF" w:rsidRDefault="00CA633C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  <w:r w:rsidRPr="00DC60BF">
        <w:rPr>
          <w:rFonts w:ascii="Times New Roman" w:hAnsi="Times New Roman" w:cs="Times New Roman"/>
          <w:sz w:val="24"/>
          <w:szCs w:val="24"/>
        </w:rPr>
        <w:t>Dear Editor,</w:t>
      </w:r>
    </w:p>
    <w:p w14:paraId="52AA7C1A" w14:textId="492F54B4" w:rsidR="00D524A2" w:rsidRPr="008132B1" w:rsidRDefault="005A24F9" w:rsidP="00AC2061">
      <w:pPr>
        <w:pStyle w:val="letterbody"/>
        <w:jc w:val="left"/>
        <w:rPr>
          <w:rFonts w:ascii="Times New Roman" w:hAnsi="Times New Roman"/>
          <w:sz w:val="24"/>
          <w:szCs w:val="24"/>
        </w:rPr>
      </w:pPr>
      <w:r w:rsidRPr="00DC60BF">
        <w:rPr>
          <w:rFonts w:ascii="Times New Roman" w:hAnsi="Times New Roman" w:cs="Times New Roman"/>
          <w:sz w:val="24"/>
          <w:szCs w:val="24"/>
        </w:rPr>
        <w:tab/>
      </w:r>
      <w:r w:rsidR="00D524A2" w:rsidRPr="00DC60BF">
        <w:rPr>
          <w:rFonts w:ascii="Times New Roman" w:hAnsi="Times New Roman"/>
          <w:sz w:val="24"/>
          <w:szCs w:val="24"/>
        </w:rPr>
        <w:t xml:space="preserve">We </w:t>
      </w:r>
      <w:r w:rsidRPr="00DC60BF">
        <w:rPr>
          <w:rFonts w:ascii="Times New Roman" w:hAnsi="Times New Roman"/>
          <w:sz w:val="24"/>
          <w:szCs w:val="24"/>
        </w:rPr>
        <w:t>greatly</w:t>
      </w:r>
      <w:r w:rsidR="00D524A2" w:rsidRPr="00DC60BF">
        <w:rPr>
          <w:rFonts w:ascii="Times New Roman" w:hAnsi="Times New Roman"/>
          <w:sz w:val="24"/>
          <w:szCs w:val="24"/>
        </w:rPr>
        <w:t xml:space="preserve"> appreciate </w:t>
      </w:r>
      <w:r w:rsidR="007538C6">
        <w:rPr>
          <w:rFonts w:ascii="Times New Roman" w:hAnsi="Times New Roman"/>
          <w:sz w:val="24"/>
          <w:szCs w:val="24"/>
        </w:rPr>
        <w:t>your</w:t>
      </w:r>
      <w:r w:rsidR="00D524A2" w:rsidRPr="00DC60BF">
        <w:rPr>
          <w:rFonts w:ascii="Times New Roman" w:hAnsi="Times New Roman"/>
          <w:sz w:val="24"/>
          <w:szCs w:val="24"/>
        </w:rPr>
        <w:t xml:space="preserve"> valuable comments </w:t>
      </w:r>
      <w:r w:rsidR="00D524A2" w:rsidRPr="00DC60BF">
        <w:rPr>
          <w:rFonts w:ascii="Times New Roman" w:eastAsia="PMingLiU" w:hAnsi="Times New Roman"/>
          <w:sz w:val="24"/>
          <w:szCs w:val="24"/>
          <w:lang w:eastAsia="zh-HK"/>
        </w:rPr>
        <w:t xml:space="preserve">to </w:t>
      </w:r>
      <w:r w:rsidR="00D004EE" w:rsidRPr="00DC60BF">
        <w:rPr>
          <w:rFonts w:ascii="Times New Roman" w:eastAsia="PMingLiU" w:hAnsi="Times New Roman"/>
          <w:sz w:val="24"/>
          <w:szCs w:val="24"/>
          <w:lang w:eastAsia="zh-HK"/>
        </w:rPr>
        <w:t>strengthen</w:t>
      </w:r>
      <w:r w:rsidR="00D004EE" w:rsidRPr="00DC60BF">
        <w:rPr>
          <w:rFonts w:ascii="Times New Roman" w:hAnsi="Times New Roman"/>
          <w:sz w:val="24"/>
          <w:szCs w:val="24"/>
        </w:rPr>
        <w:t xml:space="preserve"> our manuscript </w:t>
      </w:r>
      <w:r w:rsidR="00D524A2" w:rsidRPr="00DC60BF">
        <w:rPr>
          <w:rFonts w:ascii="Times New Roman" w:hAnsi="Times New Roman"/>
          <w:sz w:val="24"/>
          <w:szCs w:val="24"/>
        </w:rPr>
        <w:t xml:space="preserve">titled </w:t>
      </w:r>
      <w:r w:rsidR="00D524A2" w:rsidRPr="00DC60BF">
        <w:rPr>
          <w:rFonts w:ascii="Times New Roman" w:eastAsia="PMingLiU" w:hAnsi="Times New Roman"/>
          <w:sz w:val="24"/>
          <w:szCs w:val="24"/>
          <w:lang w:eastAsia="zh-HK"/>
        </w:rPr>
        <w:t>“</w:t>
      </w:r>
      <w:r w:rsidR="00651DFD" w:rsidRPr="00DC60B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Indium Phosphide Synaptic Device on Silicon to Emulate Synaptic Behavior for Neuromorphic Computing</w:t>
      </w:r>
      <w:r w:rsidR="00651DFD" w:rsidRPr="00DC60BF">
        <w:rPr>
          <w:rFonts w:ascii="Times New Roman" w:eastAsia="PMingLiU" w:hAnsi="Times New Roman"/>
          <w:sz w:val="24"/>
          <w:szCs w:val="24"/>
          <w:lang w:eastAsia="zh-HK"/>
        </w:rPr>
        <w:t>”</w:t>
      </w:r>
      <w:r w:rsidR="00D524A2" w:rsidRPr="00DC60BF">
        <w:rPr>
          <w:rFonts w:ascii="Times New Roman" w:hAnsi="Times New Roman"/>
          <w:sz w:val="24"/>
          <w:szCs w:val="24"/>
        </w:rPr>
        <w:t>.</w:t>
      </w:r>
      <w:r w:rsidR="00D524A2" w:rsidRPr="00DC60BF">
        <w:rPr>
          <w:rFonts w:ascii="Times New Roman" w:eastAsia="PMingLiU" w:hAnsi="Times New Roman"/>
          <w:sz w:val="24"/>
          <w:szCs w:val="24"/>
          <w:lang w:eastAsia="zh-HK"/>
        </w:rPr>
        <w:t xml:space="preserve"> </w:t>
      </w:r>
      <w:r w:rsidRPr="00DC60BF">
        <w:rPr>
          <w:rFonts w:ascii="Times New Roman" w:hAnsi="Times New Roman"/>
          <w:sz w:val="24"/>
          <w:szCs w:val="24"/>
        </w:rPr>
        <w:t>W</w:t>
      </w:r>
      <w:r w:rsidR="00D524A2" w:rsidRPr="00DC60BF">
        <w:rPr>
          <w:rFonts w:ascii="Times New Roman" w:hAnsi="Times New Roman"/>
          <w:sz w:val="24"/>
          <w:szCs w:val="24"/>
        </w:rPr>
        <w:t xml:space="preserve">e have revised our manuscript accordingly </w:t>
      </w:r>
      <w:r w:rsidR="00D524A2" w:rsidRPr="00DC60BF">
        <w:rPr>
          <w:rFonts w:ascii="Times New Roman" w:eastAsia="PMingLiU" w:hAnsi="Times New Roman"/>
          <w:sz w:val="24"/>
          <w:szCs w:val="24"/>
          <w:lang w:eastAsia="zh-HK"/>
        </w:rPr>
        <w:t xml:space="preserve">to address the </w:t>
      </w:r>
      <w:r w:rsidR="00416DD5" w:rsidRPr="00DC60BF">
        <w:rPr>
          <w:rFonts w:ascii="Times New Roman" w:eastAsia="PMingLiU" w:hAnsi="Times New Roman"/>
          <w:sz w:val="24"/>
          <w:szCs w:val="24"/>
          <w:lang w:eastAsia="zh-HK"/>
        </w:rPr>
        <w:t xml:space="preserve">comments and </w:t>
      </w:r>
      <w:r w:rsidR="00D524A2" w:rsidRPr="00DC60BF">
        <w:rPr>
          <w:rFonts w:ascii="Times New Roman" w:eastAsia="PMingLiU" w:hAnsi="Times New Roman"/>
          <w:sz w:val="24"/>
          <w:szCs w:val="24"/>
          <w:lang w:eastAsia="zh-HK"/>
        </w:rPr>
        <w:t>questions raised</w:t>
      </w:r>
      <w:r w:rsidR="00DC60BF" w:rsidRPr="00DC60BF">
        <w:rPr>
          <w:rFonts w:ascii="Times New Roman" w:hAnsi="Times New Roman"/>
          <w:sz w:val="24"/>
          <w:szCs w:val="24"/>
        </w:rPr>
        <w:t>.</w:t>
      </w:r>
      <w:r w:rsidR="00AC2061">
        <w:rPr>
          <w:rFonts w:ascii="Times New Roman" w:hAnsi="Times New Roman"/>
          <w:sz w:val="24"/>
          <w:szCs w:val="24"/>
        </w:rPr>
        <w:t xml:space="preserve"> </w:t>
      </w:r>
      <w:r w:rsidR="00991E41" w:rsidRPr="00DC60BF">
        <w:rPr>
          <w:rFonts w:ascii="Times New Roman" w:hAnsi="Times New Roman"/>
          <w:sz w:val="24"/>
          <w:szCs w:val="24"/>
        </w:rPr>
        <w:t xml:space="preserve">All the changes are tracked in the marked version of the manuscript. </w:t>
      </w:r>
      <w:r w:rsidR="00416DD5" w:rsidRPr="00DC60BF">
        <w:rPr>
          <w:rFonts w:ascii="Times New Roman" w:hAnsi="Times New Roman"/>
          <w:sz w:val="24"/>
          <w:szCs w:val="24"/>
        </w:rPr>
        <w:t>Thank you for your time and effort spent on this.</w:t>
      </w:r>
    </w:p>
    <w:p w14:paraId="7C305059" w14:textId="77777777" w:rsidR="00B055B5" w:rsidRPr="00DC60BF" w:rsidRDefault="00B055B5" w:rsidP="00DA1F5E">
      <w:pPr>
        <w:rPr>
          <w:rFonts w:ascii="Times New Roman" w:hAnsi="Times New Roman"/>
        </w:rPr>
      </w:pPr>
    </w:p>
    <w:p w14:paraId="6487663C" w14:textId="77777777" w:rsidR="00772A1B" w:rsidRPr="00DC60BF" w:rsidRDefault="00772A1B" w:rsidP="00DA1F5E">
      <w:pPr>
        <w:rPr>
          <w:rFonts w:ascii="Times New Roman" w:hAnsi="Times New Roman"/>
        </w:rPr>
      </w:pPr>
      <w:r w:rsidRPr="00DC60BF">
        <w:rPr>
          <w:rFonts w:ascii="Times New Roman" w:hAnsi="Times New Roman"/>
        </w:rPr>
        <w:t xml:space="preserve">Warmest </w:t>
      </w:r>
      <w:r w:rsidR="00B055B5" w:rsidRPr="00DC60BF">
        <w:rPr>
          <w:rFonts w:ascii="Times New Roman" w:hAnsi="Times New Roman"/>
        </w:rPr>
        <w:t>r</w:t>
      </w:r>
      <w:r w:rsidRPr="00DC60BF">
        <w:rPr>
          <w:rFonts w:ascii="Times New Roman" w:hAnsi="Times New Roman"/>
        </w:rPr>
        <w:t>egards,</w:t>
      </w:r>
    </w:p>
    <w:p w14:paraId="3969E809" w14:textId="77777777" w:rsidR="00772A1B" w:rsidRPr="00DC60BF" w:rsidRDefault="00772A1B" w:rsidP="00DA1F5E">
      <w:pPr>
        <w:rPr>
          <w:rFonts w:ascii="Times New Roman" w:hAnsi="Times New Roman"/>
        </w:rPr>
      </w:pPr>
    </w:p>
    <w:p w14:paraId="2EF76BC0" w14:textId="77777777" w:rsidR="00772A1B" w:rsidRPr="00DC60BF" w:rsidRDefault="00772A1B" w:rsidP="00DA1F5E">
      <w:pPr>
        <w:rPr>
          <w:rFonts w:ascii="Times New Roman" w:hAnsi="Times New Roman"/>
        </w:rPr>
      </w:pPr>
      <w:r w:rsidRPr="00DC60BF">
        <w:rPr>
          <w:rFonts w:ascii="Times New Roman" w:hAnsi="Times New Roman"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2822E11" wp14:editId="172E0CA8">
                <wp:simplePos x="0" y="0"/>
                <wp:positionH relativeFrom="column">
                  <wp:posOffset>0</wp:posOffset>
                </wp:positionH>
                <wp:positionV relativeFrom="paragraph">
                  <wp:posOffset>-73878</wp:posOffset>
                </wp:positionV>
                <wp:extent cx="1730520" cy="378360"/>
                <wp:effectExtent l="38100" t="38100" r="22225" b="60325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730520" cy="378360"/>
                      </w14:xfrm>
                    </w14:contentPart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type w14:anchorId="140BBFB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7" o:spid="_x0000_s1026" type="#_x0000_t75" style="position:absolute;margin-left:-.7pt;margin-top:-6.6pt;width:137.5pt;height: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">
                <v:imagedata r:id="rId16" o:title=""/>
              </v:shape>
            </w:pict>
          </mc:Fallback>
        </mc:AlternateContent>
      </w:r>
    </w:p>
    <w:p w14:paraId="64ED6D5B" w14:textId="77777777" w:rsidR="00772A1B" w:rsidRPr="00DC60BF" w:rsidRDefault="00772A1B" w:rsidP="00DA1F5E">
      <w:pPr>
        <w:rPr>
          <w:rFonts w:ascii="Times New Roman" w:hAnsi="Times New Roman"/>
        </w:rPr>
      </w:pPr>
    </w:p>
    <w:p w14:paraId="03891647" w14:textId="77777777" w:rsidR="00772A1B" w:rsidRPr="00DC60BF" w:rsidRDefault="00772A1B" w:rsidP="00DA1F5E">
      <w:pPr>
        <w:rPr>
          <w:rFonts w:ascii="Times New Roman" w:hAnsi="Times New Roman"/>
        </w:rPr>
      </w:pPr>
      <w:proofErr w:type="spellStart"/>
      <w:r w:rsidRPr="00DC60BF">
        <w:rPr>
          <w:rFonts w:ascii="Times New Roman" w:hAnsi="Times New Roman"/>
        </w:rPr>
        <w:t>Rehan</w:t>
      </w:r>
      <w:proofErr w:type="spellEnd"/>
      <w:r w:rsidRPr="00DC60BF">
        <w:rPr>
          <w:rFonts w:ascii="Times New Roman" w:hAnsi="Times New Roman"/>
        </w:rPr>
        <w:t xml:space="preserve"> Kapadia</w:t>
      </w:r>
    </w:p>
    <w:p w14:paraId="3D284995" w14:textId="77777777" w:rsidR="00772A1B" w:rsidRPr="00DC60BF" w:rsidRDefault="00772A1B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  <w:r w:rsidRPr="00DC60BF">
        <w:rPr>
          <w:rFonts w:ascii="Times New Roman" w:hAnsi="Times New Roman" w:cs="Times New Roman"/>
          <w:sz w:val="24"/>
          <w:szCs w:val="24"/>
        </w:rPr>
        <w:t>Assistant Professor</w:t>
      </w:r>
    </w:p>
    <w:p w14:paraId="4D9B9DEA" w14:textId="77777777" w:rsidR="00772A1B" w:rsidRPr="00DC60BF" w:rsidRDefault="00772A1B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  <w:r w:rsidRPr="00DC60BF">
        <w:rPr>
          <w:rFonts w:ascii="Times New Roman" w:hAnsi="Times New Roman" w:cs="Times New Roman"/>
          <w:sz w:val="24"/>
          <w:szCs w:val="24"/>
        </w:rPr>
        <w:t>Electrical Engineering</w:t>
      </w:r>
    </w:p>
    <w:p w14:paraId="6605EA1B" w14:textId="77777777" w:rsidR="00772A1B" w:rsidRPr="00DC60BF" w:rsidRDefault="00772A1B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  <w:r w:rsidRPr="00DC60BF">
        <w:rPr>
          <w:rFonts w:ascii="Times New Roman" w:hAnsi="Times New Roman" w:cs="Times New Roman"/>
          <w:sz w:val="24"/>
          <w:szCs w:val="24"/>
        </w:rPr>
        <w:t>University of Southern California</w:t>
      </w:r>
    </w:p>
    <w:p w14:paraId="0BF2EE52" w14:textId="77777777" w:rsidR="00772A1B" w:rsidRPr="00DC60BF" w:rsidRDefault="00772A1B" w:rsidP="00DA1F5E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  <w:r w:rsidRPr="00DC60BF">
        <w:rPr>
          <w:rFonts w:ascii="Times New Roman" w:hAnsi="Times New Roman" w:cs="Times New Roman"/>
          <w:sz w:val="24"/>
          <w:szCs w:val="24"/>
        </w:rPr>
        <w:t>213-821-0845</w:t>
      </w:r>
    </w:p>
    <w:p w14:paraId="14FF4440" w14:textId="4A77E928" w:rsidR="00683A95" w:rsidRPr="00610FC9" w:rsidRDefault="00C71F37" w:rsidP="00610FC9">
      <w:pPr>
        <w:pStyle w:val="letterbody"/>
        <w:jc w:val="left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683A95" w:rsidRPr="00407240">
          <w:rPr>
            <w:rStyle w:val="Hyperlink"/>
            <w:rFonts w:ascii="Times New Roman" w:hAnsi="Times New Roman" w:cs="Times New Roman"/>
            <w:sz w:val="24"/>
            <w:szCs w:val="24"/>
          </w:rPr>
          <w:t>rkapadia@usc.edu</w:t>
        </w:r>
      </w:hyperlink>
      <w:bookmarkStart w:id="0" w:name="_GoBack"/>
      <w:bookmarkEnd w:id="0"/>
    </w:p>
    <w:sectPr w:rsidR="00683A95" w:rsidRPr="00610FC9" w:rsidSect="00FC28BB">
      <w:type w:val="continuous"/>
      <w:pgSz w:w="12240" w:h="15840"/>
      <w:pgMar w:top="1440" w:right="1080" w:bottom="1440" w:left="162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B887F" w14:textId="77777777" w:rsidR="00C71F37" w:rsidRDefault="00C71F37">
      <w:r>
        <w:separator/>
      </w:r>
    </w:p>
  </w:endnote>
  <w:endnote w:type="continuationSeparator" w:id="0">
    <w:p w14:paraId="1024D9F8" w14:textId="77777777" w:rsidR="00C71F37" w:rsidRDefault="00C7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Casl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Georgia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E2070" w14:textId="77777777" w:rsidR="00575733" w:rsidRDefault="00FC28BB">
    <w:pPr>
      <w:pStyle w:val="Footer"/>
    </w:pPr>
    <w:r w:rsidRPr="00FC28BB">
      <w:rPr>
        <w:noProof/>
      </w:rPr>
      <w:drawing>
        <wp:anchor distT="0" distB="0" distL="114300" distR="114300" simplePos="0" relativeHeight="251667456" behindDoc="1" locked="0" layoutInCell="1" allowOverlap="1" wp14:anchorId="649B68F3" wp14:editId="3916146F">
          <wp:simplePos x="0" y="0"/>
          <wp:positionH relativeFrom="column">
            <wp:posOffset>2649855</wp:posOffset>
          </wp:positionH>
          <wp:positionV relativeFrom="paragraph">
            <wp:posOffset>-316865</wp:posOffset>
          </wp:positionV>
          <wp:extent cx="787400" cy="787400"/>
          <wp:effectExtent l="0" t="0" r="0" b="0"/>
          <wp:wrapNone/>
          <wp:docPr id="1" name="Picture 0" descr="Small Use Shield_BlackOnTran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all Use Shield_BlackOnTran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9940" cy="789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27F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1ABE38" wp14:editId="6000204A">
              <wp:simplePos x="0" y="0"/>
              <wp:positionH relativeFrom="column">
                <wp:posOffset>-626745</wp:posOffset>
              </wp:positionH>
              <wp:positionV relativeFrom="paragraph">
                <wp:posOffset>-685165</wp:posOffset>
              </wp:positionV>
              <wp:extent cx="7340600" cy="533400"/>
              <wp:effectExtent l="0" t="0" r="0" b="0"/>
              <wp:wrapTight wrapText="bothSides">
                <wp:wrapPolygon edited="0">
                  <wp:start x="112" y="0"/>
                  <wp:lineTo x="112" y="20829"/>
                  <wp:lineTo x="21413" y="20829"/>
                  <wp:lineTo x="21413" y="0"/>
                  <wp:lineTo x="112" y="0"/>
                </wp:wrapPolygon>
              </wp:wrapTight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406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666378B" w14:textId="77777777" w:rsidR="00575733" w:rsidRPr="00D114A7" w:rsidRDefault="00575733" w:rsidP="001F3537">
                          <w:pPr>
                            <w:jc w:val="center"/>
                            <w:rPr>
                              <w:rFonts w:ascii="Times New Roman" w:hAnsi="Times New Roman" w:cs="Adobe Caslon Pro"/>
                              <w:color w:val="000000"/>
                              <w:sz w:val="17"/>
                              <w:szCs w:val="15"/>
                            </w:rPr>
                          </w:pPr>
                          <w:r w:rsidRPr="00D114A7">
                            <w:rPr>
                              <w:rFonts w:ascii="Times New Roman" w:hAnsi="Times New Roman" w:cs="Adobe Caslon Pro"/>
                              <w:color w:val="60162E"/>
                              <w:sz w:val="17"/>
                              <w:szCs w:val="15"/>
                            </w:rPr>
                            <w:t>University of Southern California</w:t>
                          </w:r>
                        </w:p>
                        <w:p w14:paraId="3A6DA810" w14:textId="77777777" w:rsidR="00575733" w:rsidRPr="00D114A7" w:rsidRDefault="00B00FB1" w:rsidP="001F3537">
                          <w:pPr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 w:cs="Adobe Caslon Pro"/>
                              <w:color w:val="000000"/>
                              <w:sz w:val="17"/>
                              <w:szCs w:val="15"/>
                            </w:rPr>
                            <w:t>3737 Watt Way, Los Angeles, California 90089</w:t>
                          </w:r>
                          <w:r w:rsidR="00575733" w:rsidRPr="00D114A7">
                            <w:rPr>
                              <w:rFonts w:ascii="Times New Roman" w:hAnsi="Times New Roman" w:cs="Adobe Caslon Pro"/>
                              <w:color w:val="000000"/>
                              <w:sz w:val="17"/>
                              <w:szCs w:val="15"/>
                            </w:rPr>
                            <w:t xml:space="preserve"> </w:t>
                          </w:r>
                          <w:proofErr w:type="gramStart"/>
                          <w:r w:rsidR="00575733" w:rsidRPr="00D114A7">
                            <w:rPr>
                              <w:rFonts w:ascii="Times New Roman" w:hAnsi="Times New Roman" w:cs="Adobe Caslon Pro"/>
                              <w:color w:val="000000"/>
                              <w:sz w:val="17"/>
                              <w:szCs w:val="15"/>
                            </w:rPr>
                            <w:t>•  Tel</w:t>
                          </w:r>
                          <w:proofErr w:type="gramEnd"/>
                          <w:r w:rsidR="00575733" w:rsidRPr="00D114A7">
                            <w:rPr>
                              <w:rFonts w:ascii="Times New Roman" w:hAnsi="Times New Roman" w:cs="Adobe Caslon Pro"/>
                              <w:color w:val="000000"/>
                              <w:sz w:val="17"/>
                              <w:szCs w:val="15"/>
                            </w:rPr>
                            <w:t xml:space="preserve">: 213 </w:t>
                          </w:r>
                          <w:r>
                            <w:rPr>
                              <w:rFonts w:ascii="Times New Roman" w:hAnsi="Times New Roman" w:cs="Adobe Caslon Pro"/>
                              <w:color w:val="000000"/>
                              <w:sz w:val="17"/>
                              <w:szCs w:val="15"/>
                            </w:rPr>
                            <w:t>821</w:t>
                          </w:r>
                          <w:r w:rsidR="00575733" w:rsidRPr="00D114A7">
                            <w:rPr>
                              <w:rFonts w:ascii="Times New Roman" w:hAnsi="Times New Roman" w:cs="Adobe Caslon Pro"/>
                              <w:color w:val="000000"/>
                              <w:sz w:val="17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Adobe Caslon Pro"/>
                              <w:color w:val="000000"/>
                              <w:sz w:val="17"/>
                              <w:szCs w:val="15"/>
                            </w:rPr>
                            <w:t xml:space="preserve">0845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1ABE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49.35pt;margin-top:-53.95pt;width:578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" filled="f" stroked="f">
              <v:textbox>
                <w:txbxContent>
                  <w:p w14:paraId="2666378B" w14:textId="77777777" w:rsidR="00575733" w:rsidRPr="00D114A7" w:rsidRDefault="00575733" w:rsidP="001F3537">
                    <w:pPr>
                      <w:jc w:val="center"/>
                      <w:rPr>
                        <w:rFonts w:ascii="Times New Roman" w:hAnsi="Times New Roman" w:cs="Adobe Caslon Pro"/>
                        <w:color w:val="000000"/>
                        <w:sz w:val="17"/>
                        <w:szCs w:val="15"/>
                      </w:rPr>
                    </w:pPr>
                    <w:r w:rsidRPr="00D114A7">
                      <w:rPr>
                        <w:rFonts w:ascii="Times New Roman" w:hAnsi="Times New Roman" w:cs="Adobe Caslon Pro"/>
                        <w:color w:val="60162E"/>
                        <w:sz w:val="17"/>
                        <w:szCs w:val="15"/>
                      </w:rPr>
                      <w:t>University of Southern California</w:t>
                    </w:r>
                  </w:p>
                  <w:p w14:paraId="3A6DA810" w14:textId="77777777" w:rsidR="00575733" w:rsidRPr="00D114A7" w:rsidRDefault="00B00FB1" w:rsidP="001F3537">
                    <w:pPr>
                      <w:jc w:val="center"/>
                      <w:rPr>
                        <w:rFonts w:ascii="Times New Roman" w:hAnsi="Times New Roman"/>
                        <w:sz w:val="17"/>
                      </w:rPr>
                    </w:pPr>
                    <w:r>
                      <w:rPr>
                        <w:rFonts w:ascii="Times New Roman" w:hAnsi="Times New Roman" w:cs="Adobe Caslon Pro"/>
                        <w:color w:val="000000"/>
                        <w:sz w:val="17"/>
                        <w:szCs w:val="15"/>
                      </w:rPr>
                      <w:t>3737 Watt Way, Los Angeles, California 90089</w:t>
                    </w:r>
                    <w:r w:rsidR="00575733" w:rsidRPr="00D114A7">
                      <w:rPr>
                        <w:rFonts w:ascii="Times New Roman" w:hAnsi="Times New Roman" w:cs="Adobe Caslon Pro"/>
                        <w:color w:val="000000"/>
                        <w:sz w:val="17"/>
                        <w:szCs w:val="15"/>
                      </w:rPr>
                      <w:t xml:space="preserve"> •  Tel: 213 </w:t>
                    </w:r>
                    <w:r>
                      <w:rPr>
                        <w:rFonts w:ascii="Times New Roman" w:hAnsi="Times New Roman" w:cs="Adobe Caslon Pro"/>
                        <w:color w:val="000000"/>
                        <w:sz w:val="17"/>
                        <w:szCs w:val="15"/>
                      </w:rPr>
                      <w:t>821</w:t>
                    </w:r>
                    <w:r w:rsidR="00575733" w:rsidRPr="00D114A7">
                      <w:rPr>
                        <w:rFonts w:ascii="Times New Roman" w:hAnsi="Times New Roman" w:cs="Adobe Caslon Pro"/>
                        <w:color w:val="000000"/>
                        <w:sz w:val="17"/>
                        <w:szCs w:val="15"/>
                      </w:rPr>
                      <w:t xml:space="preserve"> </w:t>
                    </w:r>
                    <w:r>
                      <w:rPr>
                        <w:rFonts w:ascii="Times New Roman" w:hAnsi="Times New Roman" w:cs="Adobe Caslon Pro"/>
                        <w:color w:val="000000"/>
                        <w:sz w:val="17"/>
                        <w:szCs w:val="15"/>
                      </w:rPr>
                      <w:t xml:space="preserve">0845  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D8790" w14:textId="77777777" w:rsidR="00C71F37" w:rsidRDefault="00C71F37">
      <w:r>
        <w:separator/>
      </w:r>
    </w:p>
  </w:footnote>
  <w:footnote w:type="continuationSeparator" w:id="0">
    <w:p w14:paraId="7B94B79C" w14:textId="77777777" w:rsidR="00C71F37" w:rsidRDefault="00C71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2D408" w14:textId="77777777" w:rsidR="00575733" w:rsidRDefault="00575733">
    <w:pPr>
      <w:pStyle w:val="Header"/>
    </w:pPr>
    <w:r>
      <w:rPr>
        <w:noProof/>
      </w:rPr>
      <w:drawing>
        <wp:inline distT="0" distB="0" distL="0" distR="0" wp14:anchorId="4E9E55A5" wp14:editId="2B4886B1">
          <wp:extent cx="5652770" cy="7315200"/>
          <wp:effectExtent l="0" t="0" r="0" b="0"/>
          <wp:docPr id="2" name="Picture 1" descr="Primary USC Letterhea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imary USC Letterhead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52770" cy="731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68575" w14:textId="77777777" w:rsidR="00575733" w:rsidRDefault="00094C42">
    <w:pPr>
      <w:pStyle w:val="Header"/>
    </w:pPr>
    <w:r w:rsidRPr="00094C42">
      <w:rPr>
        <w:noProof/>
      </w:rPr>
      <w:drawing>
        <wp:anchor distT="0" distB="0" distL="114300" distR="114300" simplePos="0" relativeHeight="251665408" behindDoc="0" locked="0" layoutInCell="1" allowOverlap="1" wp14:anchorId="1863EF6C" wp14:editId="4CE4C1C6">
          <wp:simplePos x="0" y="0"/>
          <wp:positionH relativeFrom="column">
            <wp:posOffset>-982345</wp:posOffset>
          </wp:positionH>
          <wp:positionV relativeFrom="paragraph">
            <wp:posOffset>-158750</wp:posOffset>
          </wp:positionV>
          <wp:extent cx="2374900" cy="838200"/>
          <wp:effectExtent l="0" t="0" r="0" b="0"/>
          <wp:wrapNone/>
          <wp:docPr id="45" name="Picture 0" descr="Formal_Viterbi_CardOnTran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mal_Viterbi_CardOnTran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74900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27F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EAA3F7" wp14:editId="0AA12F2C">
              <wp:simplePos x="0" y="0"/>
              <wp:positionH relativeFrom="column">
                <wp:posOffset>3244215</wp:posOffset>
              </wp:positionH>
              <wp:positionV relativeFrom="paragraph">
                <wp:posOffset>-60325</wp:posOffset>
              </wp:positionV>
              <wp:extent cx="2906395" cy="974725"/>
              <wp:effectExtent l="0" t="0" r="0" b="0"/>
              <wp:wrapTight wrapText="bothSides">
                <wp:wrapPolygon edited="0">
                  <wp:start x="283" y="0"/>
                  <wp:lineTo x="283" y="21107"/>
                  <wp:lineTo x="21095" y="21107"/>
                  <wp:lineTo x="21095" y="0"/>
                  <wp:lineTo x="283" y="0"/>
                </wp:wrapPolygon>
              </wp:wrapTight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06395" cy="974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7FE3AEB1" w14:textId="77777777" w:rsidR="00575733" w:rsidRPr="00276334" w:rsidRDefault="00AB4663" w:rsidP="001F3537">
                          <w:pPr>
                            <w:jc w:val="right"/>
                          </w:pPr>
                          <w:r>
                            <w:rPr>
                              <w:rFonts w:ascii="Arial" w:hAnsi="Arial" w:cs="Adobe Caslon Pro"/>
                              <w:b/>
                              <w:color w:val="800000"/>
                              <w:sz w:val="16"/>
                              <w:szCs w:val="16"/>
                            </w:rPr>
                            <w:t>Electrical Engineering</w:t>
                          </w:r>
                          <w:r w:rsidR="00575733">
                            <w:rPr>
                              <w:rFonts w:ascii="Adobe Caslon Pro" w:hAnsi="Adobe Caslon Pro" w:cs="Adobe Caslon Pro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Times New Roman" w:hAnsi="Times New Roman" w:cs="Adobe Caslon Pro"/>
                              <w:i/>
                              <w:color w:val="000000"/>
                              <w:sz w:val="20"/>
                              <w:szCs w:val="16"/>
                            </w:rPr>
                            <w:t>Rehan</w:t>
                          </w:r>
                          <w:proofErr w:type="spellEnd"/>
                          <w:r>
                            <w:rPr>
                              <w:rFonts w:ascii="Times New Roman" w:hAnsi="Times New Roman" w:cs="Adobe Caslon Pro"/>
                              <w:i/>
                              <w:color w:val="000000"/>
                              <w:sz w:val="20"/>
                              <w:szCs w:val="16"/>
                            </w:rPr>
                            <w:t xml:space="preserve"> Kapadia</w:t>
                          </w:r>
                          <w:r w:rsidR="00575733" w:rsidRPr="00D114A7">
                            <w:rPr>
                              <w:rFonts w:ascii="Times New Roman" w:hAnsi="Times New Roman" w:cs="Adobe Caslon Pro"/>
                              <w:i/>
                              <w:color w:val="000000"/>
                              <w:sz w:val="20"/>
                              <w:szCs w:val="16"/>
                            </w:rPr>
                            <w:br/>
                          </w:r>
                          <w:r>
                            <w:rPr>
                              <w:rFonts w:ascii="Times New Roman" w:hAnsi="Times New Roman" w:cs="Adobe Caslon Pro"/>
                              <w:i/>
                              <w:color w:val="000000"/>
                              <w:sz w:val="20"/>
                              <w:szCs w:val="16"/>
                            </w:rPr>
                            <w:t>Assistant Professor</w:t>
                          </w:r>
                          <w:r w:rsidR="00575733">
                            <w:rPr>
                              <w:rFonts w:ascii="Adobe Caslon Pro" w:hAnsi="Adobe Caslon Pro" w:cs="Adobe Caslon Pro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="00575733">
                            <w:rPr>
                              <w:rFonts w:ascii="Adobe Caslon Pro" w:hAnsi="Adobe Caslon Pro" w:cs="Adobe Caslon Pro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EAA3F7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55.45pt;margin-top:-4.75pt;width:228.85pt;height:7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" filled="f" stroked="f">
              <v:textbox>
                <w:txbxContent>
                  <w:p w14:paraId="7FE3AEB1" w14:textId="77777777" w:rsidR="00575733" w:rsidRPr="00276334" w:rsidRDefault="00AB4663" w:rsidP="001F3537">
                    <w:pPr>
                      <w:jc w:val="right"/>
                    </w:pPr>
                    <w:r>
                      <w:rPr>
                        <w:rFonts w:ascii="Arial" w:hAnsi="Arial" w:cs="Adobe Caslon Pro"/>
                        <w:b/>
                        <w:color w:val="800000"/>
                        <w:sz w:val="16"/>
                        <w:szCs w:val="16"/>
                      </w:rPr>
                      <w:t>Electrical Engineering</w:t>
                    </w:r>
                    <w:r w:rsidR="00575733">
                      <w:rPr>
                        <w:rFonts w:ascii="Adobe Caslon Pro" w:hAnsi="Adobe Caslon Pro" w:cs="Adobe Caslon Pro"/>
                        <w:color w:val="000000"/>
                        <w:sz w:val="16"/>
                        <w:szCs w:val="16"/>
                      </w:rPr>
                      <w:br/>
                    </w:r>
                    <w:r>
                      <w:rPr>
                        <w:rFonts w:ascii="Times New Roman" w:hAnsi="Times New Roman" w:cs="Adobe Caslon Pro"/>
                        <w:i/>
                        <w:color w:val="000000"/>
                        <w:sz w:val="20"/>
                        <w:szCs w:val="16"/>
                      </w:rPr>
                      <w:t>Rehan Kapadia</w:t>
                    </w:r>
                    <w:r w:rsidR="00575733" w:rsidRPr="00D114A7">
                      <w:rPr>
                        <w:rFonts w:ascii="Times New Roman" w:hAnsi="Times New Roman" w:cs="Adobe Caslon Pro"/>
                        <w:i/>
                        <w:color w:val="000000"/>
                        <w:sz w:val="20"/>
                        <w:szCs w:val="16"/>
                      </w:rPr>
                      <w:br/>
                    </w:r>
                    <w:r>
                      <w:rPr>
                        <w:rFonts w:ascii="Times New Roman" w:hAnsi="Times New Roman" w:cs="Adobe Caslon Pro"/>
                        <w:i/>
                        <w:color w:val="000000"/>
                        <w:sz w:val="20"/>
                        <w:szCs w:val="16"/>
                      </w:rPr>
                      <w:t>Assistant Professor</w:t>
                    </w:r>
                    <w:r w:rsidR="00575733">
                      <w:rPr>
                        <w:rFonts w:ascii="Adobe Caslon Pro" w:hAnsi="Adobe Caslon Pro" w:cs="Adobe Caslon Pro"/>
                        <w:color w:val="000000"/>
                        <w:sz w:val="16"/>
                        <w:szCs w:val="16"/>
                      </w:rPr>
                      <w:br/>
                    </w:r>
                    <w:r w:rsidR="00575733">
                      <w:rPr>
                        <w:rFonts w:ascii="Adobe Caslon Pro" w:hAnsi="Adobe Caslon Pro" w:cs="Adobe Caslon Pro"/>
                        <w:color w:val="000000"/>
                        <w:sz w:val="16"/>
                        <w:szCs w:val="16"/>
                      </w:rPr>
                      <w:br/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76233"/>
    <w:multiLevelType w:val="hybridMultilevel"/>
    <w:tmpl w:val="F4527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17C2"/>
    <w:multiLevelType w:val="multilevel"/>
    <w:tmpl w:val="4444404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9946DAE"/>
    <w:multiLevelType w:val="multilevel"/>
    <w:tmpl w:val="560EF2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E111F14"/>
    <w:multiLevelType w:val="multilevel"/>
    <w:tmpl w:val="5C4E6E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6A52712"/>
    <w:multiLevelType w:val="multilevel"/>
    <w:tmpl w:val="51884B64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17A1DDB"/>
    <w:multiLevelType w:val="hybridMultilevel"/>
    <w:tmpl w:val="9DDC9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7F4"/>
    <w:rsid w:val="00013C9A"/>
    <w:rsid w:val="00027A85"/>
    <w:rsid w:val="00032A0F"/>
    <w:rsid w:val="00094C42"/>
    <w:rsid w:val="000B3C34"/>
    <w:rsid w:val="000E562B"/>
    <w:rsid w:val="000E6F06"/>
    <w:rsid w:val="001136C4"/>
    <w:rsid w:val="00126966"/>
    <w:rsid w:val="00132482"/>
    <w:rsid w:val="0016169A"/>
    <w:rsid w:val="001920B2"/>
    <w:rsid w:val="001C747E"/>
    <w:rsid w:val="001D41D9"/>
    <w:rsid w:val="001F05C0"/>
    <w:rsid w:val="001F3537"/>
    <w:rsid w:val="001F6480"/>
    <w:rsid w:val="0020458F"/>
    <w:rsid w:val="0022576C"/>
    <w:rsid w:val="00233E85"/>
    <w:rsid w:val="00237495"/>
    <w:rsid w:val="00250AD6"/>
    <w:rsid w:val="002A698C"/>
    <w:rsid w:val="002C51E1"/>
    <w:rsid w:val="002D483E"/>
    <w:rsid w:val="00310CF2"/>
    <w:rsid w:val="00316B7E"/>
    <w:rsid w:val="00337648"/>
    <w:rsid w:val="00376829"/>
    <w:rsid w:val="003A0631"/>
    <w:rsid w:val="003A1079"/>
    <w:rsid w:val="003B3A30"/>
    <w:rsid w:val="003B6513"/>
    <w:rsid w:val="003D4A7E"/>
    <w:rsid w:val="004149BB"/>
    <w:rsid w:val="00416DD5"/>
    <w:rsid w:val="0042736C"/>
    <w:rsid w:val="00441601"/>
    <w:rsid w:val="004A3F5A"/>
    <w:rsid w:val="004C0FD6"/>
    <w:rsid w:val="004D21AD"/>
    <w:rsid w:val="004D5A97"/>
    <w:rsid w:val="00501B72"/>
    <w:rsid w:val="00515472"/>
    <w:rsid w:val="00571261"/>
    <w:rsid w:val="005734D9"/>
    <w:rsid w:val="00575733"/>
    <w:rsid w:val="0058252B"/>
    <w:rsid w:val="0059538D"/>
    <w:rsid w:val="005A10E3"/>
    <w:rsid w:val="005A13BB"/>
    <w:rsid w:val="005A24F9"/>
    <w:rsid w:val="005D1488"/>
    <w:rsid w:val="005F58BE"/>
    <w:rsid w:val="006017FD"/>
    <w:rsid w:val="00602E7E"/>
    <w:rsid w:val="00610FC9"/>
    <w:rsid w:val="00627909"/>
    <w:rsid w:val="00635893"/>
    <w:rsid w:val="00640E89"/>
    <w:rsid w:val="00646B9D"/>
    <w:rsid w:val="00651DFD"/>
    <w:rsid w:val="00683A95"/>
    <w:rsid w:val="006B17C1"/>
    <w:rsid w:val="006C32B9"/>
    <w:rsid w:val="006E2597"/>
    <w:rsid w:val="00733D9D"/>
    <w:rsid w:val="007404B3"/>
    <w:rsid w:val="007538C6"/>
    <w:rsid w:val="0075530F"/>
    <w:rsid w:val="00772A1B"/>
    <w:rsid w:val="00773303"/>
    <w:rsid w:val="00786925"/>
    <w:rsid w:val="007B0E0F"/>
    <w:rsid w:val="007B7C5A"/>
    <w:rsid w:val="007D3167"/>
    <w:rsid w:val="007F3DEF"/>
    <w:rsid w:val="00805CDC"/>
    <w:rsid w:val="008132B1"/>
    <w:rsid w:val="0081363F"/>
    <w:rsid w:val="00813B1A"/>
    <w:rsid w:val="00836CAB"/>
    <w:rsid w:val="00880713"/>
    <w:rsid w:val="008B5573"/>
    <w:rsid w:val="008E3B18"/>
    <w:rsid w:val="00910DD4"/>
    <w:rsid w:val="00912A7D"/>
    <w:rsid w:val="009427F4"/>
    <w:rsid w:val="0097155F"/>
    <w:rsid w:val="00973378"/>
    <w:rsid w:val="00991E41"/>
    <w:rsid w:val="009959E9"/>
    <w:rsid w:val="009A5C4F"/>
    <w:rsid w:val="009B4C75"/>
    <w:rsid w:val="009C459C"/>
    <w:rsid w:val="00A301CC"/>
    <w:rsid w:val="00A7184C"/>
    <w:rsid w:val="00A81337"/>
    <w:rsid w:val="00A856CF"/>
    <w:rsid w:val="00AA7CFE"/>
    <w:rsid w:val="00AB4663"/>
    <w:rsid w:val="00AB5808"/>
    <w:rsid w:val="00AC2061"/>
    <w:rsid w:val="00AE6CAA"/>
    <w:rsid w:val="00AF6A45"/>
    <w:rsid w:val="00B00FB1"/>
    <w:rsid w:val="00B055B5"/>
    <w:rsid w:val="00B66913"/>
    <w:rsid w:val="00BB1C86"/>
    <w:rsid w:val="00BB444B"/>
    <w:rsid w:val="00C3501F"/>
    <w:rsid w:val="00C42806"/>
    <w:rsid w:val="00C61F31"/>
    <w:rsid w:val="00C647E1"/>
    <w:rsid w:val="00C71F37"/>
    <w:rsid w:val="00C915B7"/>
    <w:rsid w:val="00CA633C"/>
    <w:rsid w:val="00CC2C20"/>
    <w:rsid w:val="00CD5606"/>
    <w:rsid w:val="00CE5A22"/>
    <w:rsid w:val="00D004EE"/>
    <w:rsid w:val="00D02838"/>
    <w:rsid w:val="00D17286"/>
    <w:rsid w:val="00D3769D"/>
    <w:rsid w:val="00D524A2"/>
    <w:rsid w:val="00D556AB"/>
    <w:rsid w:val="00D732E6"/>
    <w:rsid w:val="00D75618"/>
    <w:rsid w:val="00DA0C28"/>
    <w:rsid w:val="00DA1F5E"/>
    <w:rsid w:val="00DC2116"/>
    <w:rsid w:val="00DC60BF"/>
    <w:rsid w:val="00DD4857"/>
    <w:rsid w:val="00E377F0"/>
    <w:rsid w:val="00E56450"/>
    <w:rsid w:val="00E56EE6"/>
    <w:rsid w:val="00E82D3C"/>
    <w:rsid w:val="00E83A82"/>
    <w:rsid w:val="00E95EB9"/>
    <w:rsid w:val="00EA7AA5"/>
    <w:rsid w:val="00EC64F2"/>
    <w:rsid w:val="00ED0AB0"/>
    <w:rsid w:val="00ED5689"/>
    <w:rsid w:val="00F13912"/>
    <w:rsid w:val="00FA2AAD"/>
    <w:rsid w:val="00FC1A3F"/>
    <w:rsid w:val="00FC28BB"/>
    <w:rsid w:val="00FE19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0EDAA2"/>
  <w15:docId w15:val="{626AD8A6-3224-4BFB-8191-37CC5BA3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702A4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F20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33F20"/>
  </w:style>
  <w:style w:type="paragraph" w:styleId="Footer">
    <w:name w:val="footer"/>
    <w:basedOn w:val="Normal"/>
    <w:link w:val="FooterChar"/>
    <w:uiPriority w:val="99"/>
    <w:unhideWhenUsed/>
    <w:rsid w:val="00C33F20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33F20"/>
  </w:style>
  <w:style w:type="paragraph" w:customStyle="1" w:styleId="letterbody">
    <w:name w:val="letter body"/>
    <w:basedOn w:val="Normal"/>
    <w:uiPriority w:val="99"/>
    <w:rsid w:val="005702A4"/>
    <w:pPr>
      <w:widowControl w:val="0"/>
      <w:autoSpaceDE w:val="0"/>
      <w:autoSpaceDN w:val="0"/>
      <w:adjustRightInd w:val="0"/>
      <w:spacing w:line="280" w:lineRule="atLeast"/>
      <w:jc w:val="both"/>
      <w:textAlignment w:val="center"/>
    </w:pPr>
    <w:rPr>
      <w:rFonts w:ascii="ACaslonPro-Regular" w:hAnsi="ACaslonPro-Regular" w:cs="ACaslonPro-Regular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D732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732E6"/>
    <w:rPr>
      <w:rFonts w:ascii="Segoe UI" w:eastAsia="MS Mincho" w:hAnsi="Segoe UI" w:cs="Segoe UI"/>
      <w:sz w:val="18"/>
      <w:szCs w:val="18"/>
    </w:rPr>
  </w:style>
  <w:style w:type="character" w:styleId="Hyperlink">
    <w:name w:val="Hyperlink"/>
    <w:basedOn w:val="DefaultParagraphFont"/>
    <w:rsid w:val="00CE5A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A107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257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83A95"/>
    <w:rPr>
      <w:color w:val="808080"/>
      <w:shd w:val="clear" w:color="auto" w:fill="E6E6E6"/>
    </w:rPr>
  </w:style>
  <w:style w:type="paragraph" w:styleId="NormalWeb">
    <w:name w:val="Normal (Web)"/>
    <w:basedOn w:val="Normal"/>
    <w:rsid w:val="00683A95"/>
    <w:pPr>
      <w:spacing w:before="100" w:beforeAutospacing="1" w:after="100" w:afterAutospacing="1"/>
    </w:pPr>
    <w:rPr>
      <w:rFonts w:ascii="Times New Roman" w:eastAsia="Times New Roman" w:hAnsi="Times New Roman"/>
      <w:lang w:eastAsia="zh-CN"/>
    </w:rPr>
  </w:style>
  <w:style w:type="paragraph" w:customStyle="1" w:styleId="EndNoteBibliography">
    <w:name w:val="EndNote Bibliography"/>
    <w:basedOn w:val="Normal"/>
    <w:link w:val="EndNoteBibliographyChar"/>
    <w:rsid w:val="00683A95"/>
    <w:rPr>
      <w:rFonts w:ascii="Calibri" w:eastAsiaTheme="minorEastAsia" w:hAnsi="Calibri" w:cs="Calibri"/>
      <w:noProof/>
      <w:lang w:eastAsia="zh-CN"/>
    </w:rPr>
  </w:style>
  <w:style w:type="character" w:customStyle="1" w:styleId="EndNoteBibliographyChar">
    <w:name w:val="EndNote Bibliography Char"/>
    <w:basedOn w:val="DefaultParagraphFont"/>
    <w:link w:val="EndNoteBibliography"/>
    <w:rsid w:val="00683A95"/>
    <w:rPr>
      <w:rFonts w:ascii="Calibri" w:eastAsiaTheme="minorEastAsia" w:hAnsi="Calibri" w:cs="Calibri"/>
      <w:noProof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openxmlformats.org/officeDocument/2006/relationships/hyperlink" Target="mailto:rkapadia@usc.edu" TargetMode="Externa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ink/ink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han\Dropbox\USC\Administrative\Letterhead\Digital_Use_Letterhead\Letterhead\LH_Viterbi_Master_R1.dotx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7-15T19:06:40.800"/>
    </inkml:context>
    <inkml:brush xml:id="br0">
      <inkml:brushProperty name="width" value="0.06514" units="cm"/>
      <inkml:brushProperty name="height" value="0.06514" units="cm"/>
      <inkml:brushProperty name="color" value="#3165BB"/>
      <inkml:brushProperty name="fitToCurve" value="1"/>
    </inkml:brush>
  </inkml:definitions>
  <inkml:trace contextRef="#ctx0" brushRef="#br0">354 314 20 0,'4'-8'10'0,"-8"5"-6"0,4 6 9 15,0 5-12-15,0 7 0 16,-5 0 0-16,1 4 1 15,4 8-2-15,-4 11 0 16,-5 7 3-16,-3 0 0 16,-6 1-1-16,-7 3 1 15,-9 8 0-15,0-8 0 16,0-7-1-16,-1-4 1 16,6 0-2-16,7-4 1 15,-3-4-1-15,3-11 1 0,5-4-1 16,0-7 0-16,9-5 0 15,3-10 0-15,5-1 0 32,9-11 1-32,4-11-2 15,17-15 1-15,8-5-1 16,5-10 1-16,8-8-1 0,-13 3 0 16,9-3 0-16,0 4 0 15,0 7 0-15,0 19 0 16,0 4-1-16,-9 4 1 15,-4 11 0-15,-4 3 0 16,-4 5-1-16,-1 3 1 16,-12 8-1-16,-4 8 1 15,-18 11 0-15,1 4 0 16,-10 11 0-16,1-8 0 16,-12 5 0-16,-6 3 1 15,6 4-1-15,-6 3 0 0,6-7 0 16,-1-7 1-16,0 3 0 15,4-11 0-15,5-8-1 16,0-3 0-16,8-4 0 16,4-4 0-16,9 0 0 15,9-15 0-15,8-4-1 16,-9 4 1-16,10-1-1 16,-1-6 1-16,4 10 0 15,0-3 0-15,1 4 0 16,-1 15 0-16,-4 3 0 0,-4 8 0 15,-5 12-1-15,-3 3 1 16,-1 0 0-16,-4-3 0 16,-4 3-1-16,-5 8 1 15,0-8 0-15,1 1 0 16,-1-9 0-16,1-3 1 16,4-3-1-16,4-5 0 15,8 0 0-15,5-7 1 16,8-15-1-16,9-8 0 15,4-12 0-15,5-6 1 16,3-1-1-16,14-8 1 0,-5-3-1 16,0 4 0-16,0 10 0 15,-4 5 0-15,-17 7 0 16,-4 8 0-16,-9 8-1 16,-5 3 1-1,-29 34-1 1,-8 8 1-16,-9 4 0 15,-13 3 0-15,8 1 0 16,5 3 0-16,-4-15 0 16,4-4 0-16,4-3 0 15,9-4 1-15,-1-8-1 16,9-8 1-16,5-7-1 16,8 0 1-16,13-15-1 15,8-11 1-15,9-12-1 0,21-15 1 16,0-15-1-16,0 11 0 15,13-4-1-15,-4 1 1 16,4 3 0-16,-4 7 0 16,0 13 0-16,-9 6 0 15,-4 16 0-15,-9 0 0 16,-8 4 0-16,-9-1 0 16,-4 12-1-16,-12 8 1 15,-18 11 0-15,-4 11 0 16,-9 4-1-16,-4 12 1 0,-4-5 0 15,0 1 0-15,0 3 0 16,8-7 1-16,1-7-1 16,3-9 0-16,1-3 0 15,0 4 1-15,-1-12-1 16,5 4 1-16,5 1-1 16,-1-5 1-16,4-7-1 15,1 3 0-15,-1 1-1 16,9-4 1-16,0-4-1 15,0 0 1-15,9 3 0 16,-1 1 0-16,1-4-1 16,-1 8 1-16,5-8 0 15,-4 7 0-15,-1 1 0 16,-4 0 0-16,1-1 0 16,-1 5 0-16,0 3 0 15,0-4 0-15,-4 4-1 0,0 0 1 16,0-3 0-16,5-5 0 15,3 1 0-15,5-8 0 16,8-15 0-16,5-4 0 16,8-4 1-16,0 0 0 15,5-3-1-15,-1-5 0 16,0 1 0-16,1-4 1 16,3-4-1-16,1 4 1 15,0 4-1-15,-1 3 0 16,-3 1 0-16,-9 7 0 15,-9 4 0-15,-13 7 0 0,-8 8 0 16,0 4 0-16,-8 11-1 16,-5 15 1-16,-17 1 0 15,0 3 0-15,-4 4-1 16,0 3 1-16,0 5 0 16,-4-12 0-16,-5 0 0 15,-4 0 0-15,4 4 0 16,5-12 1-16,8 1-1 15,5-4 0-15,8-12 0 16,4-11 1-16,13-11-1 16,8-4 1-16,14-12-1 15,12-7 0-15,8-15 0 16,5-4 0-16,9-16 0 16,8 16 0-16,0 4 0 15,-5 4 0-15,1-4 0 16,-9 11 0-16,-4 4 0 15,0 7 0-15,-9 4 0 0,-3 8 0 16,-10 4 0-16,-3 3 0 16,-10 12 0-16,-7 7 0 15,-10 5 0-15,-7 2 0 16,-10 13-1-16,-3 3 1 16,-5 8 0-16,-4-1 0 15,-9 5 0-15,-4-8 0 0,-4 3 0 16,8-7 0-16,-4 8 0 15,5-8 0-15,12-7 0 16,4-5 0-16,9-7 0 16,9-3 0-16,3-8 0 15,10-12 0-15,12-3 0 16,8-5 0-16,9-2 0 0,18-1 0 16,-10-4 0-16,1 4 1 15,-5-4-1-15,-4 0 0 16,5 5 0-16,-9 6 0 15,-5 1 0-15,-3 3 0 16,-10 8 0-16,-3 8 0 16,-9-1 0-16,-4 5 0 15,-5 3 0-15,-4 8 0 16,0-8-1-16,-4 11 1 16,5 1 0-16,-10-1 0 15,1-7 0-15,4 0 0 0,4-4 0 31,5 0 0-31,8-3 0 16,8-5 0-16,1-3 0 16,3-4 0-16,14-11 0 15,4-8 0-15,0-4 0 16,4-7 1-16,-4 0 0 16,-5-1 1-16,-3 5-1 15,-5-8 0-15,-5 15-1 16,-7 4 1-16,-5-1-1 0,-5 16 0 15,-7 4-1-15,-1 8 0 16,-4 7-1-16,0-1 1 16,0 9 0-16,4-4 1 15,4-4-1-15,5 3 1 0,4-6 0 16,13-5 0-16,8-11 0 16,13-8 0-16,5-3 0 15,12-4 1-15,4-8-1 16,9-7 1-16,5-1-1 15,-23 5 1-15,1-1-2 16,-8 9 1-16,-9 2 0 16,-5 9 0-16,-3 7-1 15,-5 15 1-15,-13 4-1 16,-8 7 1-16,4 5-1 16,-9 10 1-16,-21-7-1 0,-12 4 1 15,-1 8 0-15,-17 3 1 16,5-4-1-16,-1-3 1 15,9-12 0-15,9-7 1 16,4-4-1-16,8-8 1 16,14-14-1-16,7-16 1 15,14-4-1-15,12-4 1 16,13-10-2-16,17-1 0 16,5-12 0-16,4-3 0 15,-1-3-1-15,14-5 1 0,-1 8 0 16,1 15 0-16,4 4-1 15,-18 11 1-15,-3 1 0 16,-9 3 0-16,-13 11-1 16,-9 1 0-16,-12 14 1 15,-9 1 0-15,-12 7 0 16,-22 4 0-16,-8 7 0 16,-9 5 1-16,-4-1-1 15,8 4 1-15,-4 4-1 16,0-4 0-16,13-11 0 0,4 3 0 15,9-11 0-15,4 4 0 16,12 0 0-16,10-11 0 16,3 7 0-16,1-11 0 15,12-1 0-15,9-3 0 0,4-7 0 16,13-12 0-16,0 0 0 16,0-4 1-16,0 1-1 31,-5-1 0-31,1 4 0 15,-5 0 1-15,-12 8-1 16,-5 3 0-16,-8-3 0 16,-4 7 1-16,-9 4-1 15,-9 7 0-15,1 5-1 16,-5 3 1-16,0 4-1 16,-4 4 1-16,-4 3 0 0,-5 1 0 15,5-12-1-15,4 0 1 16,4-4 0-16,9 1 0 15,8-9 0-15,4 1 1 16,9-11-1-16,18-5 1 16,7-7-1-16,5-3 1 15,-4-5-1-15,-1-3 1 16,-7 3-1-16,-14 5 1 16,0-5-1-16,-4 12 0 15,-4 4-1-15,-4-5 1 0,-5 13 0 16,-8 3 0-16,-5 3-1 15,-4 13 0-15,0-5 0 16,1 4 1-16,3 0-1 16,1 0 1-16,3-3-1 15,10 3 1-15,7-8 0 16,5 1 0-16,1-12 0 16,7-3 1-16,9-12-1 15,5 4 1-15,8-12-1 0,-9 1 1 16,0 7-1-16,-4-4 1 15,-4 8-2-15,-8 0 1 16,-5 7-1-16,-13 8 1 16,-4 11-1-16,0 5 0 15,-13 3 0-15,-4 7 0 16,-9 1 0-16,-3 10 1 0,-10 1-1 16,14 0 1-16,-5 0 0 15,-4 0 0-15,8-4 0 16,9-4 0-16,8-7 0 15,9-8 1-15,-4-11 0 16,13-15 0-16,16-1 0 16,18-18 0-16,12-16 0 15,9-7 1-15,5-26-1 16,12-1 0-16,-13-3-1 16,-4 7 1-16,4-3-1 15,-4-1 0-15,-8-3 0 16,-10 11 0-16,-3 11 0 15,-13 8 1-15,-13 19-2 16,-13 12 0-16,-12 22 0 16,-9 18 1-16,-5 17-1 0,-16 2 0 15,-17 13-1-15,-1 14 1 16,-4 8 0-16,9 15 0 16,9 0 0-16,3-7 0 15,9-4 1-15,13-16 0 16,9-7 1-16,12-11 0 15,9-12 0-15,17-11 0 16,12-8 0-16,5-11 0 16,4-19-1-16,5-7 1 15,-1-12 0-15,-4-4 0 0,-4-7-1 16,0 4 1-16,-13 11-1 16,-4 11 0-16,-8-4 0 15,-1 12 0-15,-13 8-1 16,-8 14 1-16,-8 5-1 15,-5 10 1-15,-8 12-1 16,-1 8 0-16,1 0 0 16,-9 7 1-16,9-7-1 15,4-12 1-15,4-4 0 16,5-3 0-16,8-8 0 16,4-7 1-16,9-1 0 15,8-18 0-15,9-8 0 16,-5-7 0-16,5-5 0 15,0-18 1 1,0-23-1 0,-9 12 0-1,1 10-1-15,-10 5 0 0,1 11-1 0,0 11 1 16,-4 8-1-16,-1 11 0 16,5 8 0-16,-5 4 0 15,9 7 0-15,9 11 0 0,4-3 1 16,4-4 0-16,4-4 0 15,-3-7 0-15,3-8 0 16,0-8 1-16,-4-7-1 16,-4 0 1-16,-4 0-1 31,-5 3 0-31,-4 8 0 16,-8-3 0-16,-9 7-2 15,-9 11 1-15,-4 4-1 16,-4 8 1-16,5 7-1 15,-5 1 0-15,-5 3 1 16,-3 0 0-16,-5 0 0 16,0 4 1-16,0-8 0 15,9 0 1-15,4-7-1 16,8-4 0-16,5-11 1 0,8 3 1 16,5-7-1-16,8-8 0 15,8-7 0-15,-3-1 1 16,7-7-1-16,6 4 0 15,-1 0-2-15,4 7 0 16,0 8-1-16,5 8 1 16,-9 7-1-16,5 0 1 15,-9 4 0-15,4-4 0 16,-5 4-7-16,23 0 1 16,-1-15-4-16,-13-15 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LH_Viterbi_Master_R1</Template>
  <TotalTime>14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Rehan Kapadia</dc:creator>
  <cp:keywords/>
  <dc:description/>
  <cp:lastModifiedBy>Debarghya Sarkar</cp:lastModifiedBy>
  <cp:revision>12</cp:revision>
  <cp:lastPrinted>2015-12-07T20:19:00Z</cp:lastPrinted>
  <dcterms:created xsi:type="dcterms:W3CDTF">2018-07-30T06:05:00Z</dcterms:created>
  <dcterms:modified xsi:type="dcterms:W3CDTF">2018-08-19T22:52:00Z</dcterms:modified>
</cp:coreProperties>
</file>